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78D" w:rsidRDefault="005A578D" w:rsidP="00797F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Наставно-научно веће Филозофског факултета Универзитета у Београду на седници одржаној </w:t>
      </w:r>
      <w:r w:rsidRPr="000D5F8A">
        <w:rPr>
          <w:rFonts w:ascii="Times New Roman" w:hAnsi="Times New Roman" w:cs="Times New Roman"/>
          <w:sz w:val="24"/>
          <w:szCs w:val="24"/>
        </w:rPr>
        <w:t>19.02.2021. године изабрало</w:t>
      </w:r>
      <w:r>
        <w:rPr>
          <w:rFonts w:ascii="Times New Roman" w:hAnsi="Times New Roman" w:cs="Times New Roman"/>
          <w:sz w:val="24"/>
          <w:szCs w:val="24"/>
        </w:rPr>
        <w:t xml:space="preserve"> нас је у стручну комисију за утврђивање услова за стицање звања ИСТРАЖИВАЧ САРАДНИК за Игора Стојановића, докторанда на Одељењу за филозофију Филозофског факултета Универзитета у Београду.</w:t>
      </w:r>
    </w:p>
    <w:p w:rsidR="005A578D" w:rsidRDefault="005A578D" w:rsidP="00797F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основу увида у документацију и научни рад кандидата, Комисија подноси следећи</w:t>
      </w:r>
    </w:p>
    <w:p w:rsidR="005A578D" w:rsidRDefault="005A578D" w:rsidP="00797F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578D" w:rsidRDefault="005A578D" w:rsidP="00797F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578D" w:rsidRDefault="005A578D" w:rsidP="00797F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578D" w:rsidRDefault="005A578D" w:rsidP="0096416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 З В Е Ш Т А Ј</w:t>
      </w:r>
    </w:p>
    <w:p w:rsidR="005A578D" w:rsidRDefault="005A578D" w:rsidP="0096416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578D" w:rsidRDefault="005A578D" w:rsidP="009641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Игор Стојановић рођен је 14.3.1983. године у Београду. Основне студије филозофије уписао је 2011. и завршио 2015. године на Филозофском факултету у Београду, са просечном оценом 9.76 а мастер студије је уписао исте године и завршио 2016. године са просечном оценом 10. Завршни рад на тему 'Модални онтолошки аргумент' и мастер рад на тему 'Проблем зла' одбранио је код проф. др Машана Богдановског. Докторске студије на одељењу за филозофију Филозофског факултета у Београду кандидат је уписао 2017. године. У фебруару 2019. одбранио је предлог теме докторске дисертације под насловом 'Квази-реализам у метаетици'  пред комисијом коју су чинили проф. др Јован Бабић, доц. др Александар Добријевић и ванредни професор Дејан Вук Станковић. Тренутно ради дисертацију под менторством проф. др Ненада Цекића. Основне области интересовања и истраживања Игора Стојановића су метаетика, нормативна етика и политичка филозофија. Кандидат се служи енглеским језиком. </w:t>
      </w:r>
    </w:p>
    <w:p w:rsidR="005A578D" w:rsidRDefault="005A578D" w:rsidP="009641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Игор Стојановић је у мају 2018. и 2019. председавао сесијом о етици и политичкој филозофији на трећој и четвртој међународној конференцији </w:t>
      </w:r>
      <w:r>
        <w:rPr>
          <w:rFonts w:ascii="Times New Roman" w:hAnsi="Times New Roman" w:cs="Times New Roman"/>
          <w:i/>
          <w:iCs/>
          <w:sz w:val="24"/>
          <w:szCs w:val="24"/>
        </w:rPr>
        <w:t>Belgrade</w:t>
      </w:r>
      <w:r w:rsidRPr="00BF137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Graduate</w:t>
      </w:r>
      <w:r w:rsidRPr="00BF137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Conference</w:t>
      </w:r>
      <w:r w:rsidRPr="00BF137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in</w:t>
      </w:r>
      <w:r w:rsidRPr="00BF137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Philosophy</w:t>
      </w:r>
      <w:r w:rsidRPr="00BF137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 организацији Одељења за филозофију Филозофског факултета у Београду. Модерирао је дискусије и учествовао као један од говорника  на округлом столу  са темом 'Интердисциплинарност у науци' на конференцији </w:t>
      </w:r>
      <w:r>
        <w:rPr>
          <w:rFonts w:ascii="Times New Roman" w:hAnsi="Times New Roman" w:cs="Times New Roman"/>
          <w:i/>
          <w:iCs/>
          <w:sz w:val="24"/>
          <w:szCs w:val="24"/>
        </w:rPr>
        <w:t>International</w:t>
      </w:r>
      <w:r w:rsidRPr="00BF137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Interdisciplinary</w:t>
      </w:r>
      <w:r w:rsidRPr="00BF137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Conference</w:t>
      </w:r>
      <w:r w:rsidRPr="00BF137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on</w:t>
      </w:r>
      <w:r w:rsidRPr="00BF137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Art</w:t>
      </w:r>
      <w:r w:rsidRPr="00BF13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(Филозофски факултет у Београду, мај 2019.) у организацији Удружења за истраживање уметности, Одељења за филозофију и Одељења за историју уметности Филозофског факултета у Београду. Учествовао је у радионици </w:t>
      </w:r>
      <w:r>
        <w:rPr>
          <w:rFonts w:ascii="Times New Roman" w:hAnsi="Times New Roman" w:cs="Times New Roman"/>
          <w:i/>
          <w:iCs/>
          <w:sz w:val="24"/>
          <w:szCs w:val="24"/>
        </w:rPr>
        <w:t>Topics</w:t>
      </w:r>
      <w:r w:rsidRPr="00F772B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in</w:t>
      </w:r>
      <w:r w:rsidRPr="00F772B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Analytic</w:t>
      </w:r>
      <w:r w:rsidRPr="00F772B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Philosophy</w:t>
      </w:r>
      <w:r w:rsidRPr="00F772B7">
        <w:rPr>
          <w:rFonts w:ascii="Times New Roman" w:hAnsi="Times New Roman" w:cs="Times New Roman"/>
          <w:i/>
          <w:iCs/>
          <w:sz w:val="24"/>
          <w:szCs w:val="24"/>
        </w:rPr>
        <w:t xml:space="preserve"> 4 </w:t>
      </w:r>
      <w:r w:rsidRPr="00F772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(16.17. фебруар, 2021.) коју су организовали румунски и српски аналитички филозофи (ове године у координацији Универзитета у Нишу). </w:t>
      </w:r>
    </w:p>
    <w:p w:rsidR="005A578D" w:rsidRDefault="005A578D" w:rsidP="009641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 јуна 2018. године, запослен је као истраживач-приправник на пројекту 'Динамички системи у природи и друштву</w:t>
      </w:r>
      <w:r w:rsidRPr="00557C9C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филозофски и емпиријски аспекти' чији је носилац Институт за филозофију Филозофског факултета у Београду. Од 2018. године, ангажован је у настави на предмету Увод у етику, 2018. и 2019. године је био ангажован у настави на предмету Примењена етика, 2019. на предмету Филозофија психоанализе, а 2021. године је ангажован и у настави на предмету Хеленистичка филозофија. </w:t>
      </w:r>
    </w:p>
    <w:p w:rsidR="005A578D" w:rsidRPr="00E2179E" w:rsidRDefault="005A578D" w:rsidP="009641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Научи рад Игора Стојановића 'Скептицизам и семантички екстернализам' биће објављен у часопису THEORIA</w:t>
      </w:r>
      <w:r w:rsidRPr="00E217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 марту 2021. године</w:t>
      </w:r>
      <w:r w:rsidRPr="00E2179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578D" w:rsidRDefault="005A578D" w:rsidP="00003DC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578D" w:rsidRDefault="005A578D" w:rsidP="00003DC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578D" w:rsidRDefault="005A578D" w:rsidP="00003DC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578D" w:rsidRDefault="005A578D" w:rsidP="00003DC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 А К Љ У Ч А К</w:t>
      </w:r>
    </w:p>
    <w:p w:rsidR="005A578D" w:rsidRDefault="005A578D" w:rsidP="00003DC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A578D" w:rsidRDefault="005A578D" w:rsidP="00003DC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A578D" w:rsidRDefault="005A578D" w:rsidP="00003D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578D" w:rsidRDefault="005A578D" w:rsidP="00003DC3">
      <w:pPr>
        <w:jc w:val="both"/>
        <w:rPr>
          <w:rFonts w:ascii="Times New Roman" w:hAnsi="Times New Roman" w:cs="Times New Roman"/>
          <w:sz w:val="24"/>
          <w:szCs w:val="24"/>
        </w:rPr>
      </w:pPr>
      <w:r w:rsidRPr="00003DC3">
        <w:rPr>
          <w:rFonts w:ascii="Times New Roman" w:hAnsi="Times New Roman" w:cs="Times New Roman"/>
          <w:sz w:val="24"/>
          <w:szCs w:val="24"/>
        </w:rPr>
        <w:t xml:space="preserve">На основу увида у биографију и библиографију </w:t>
      </w:r>
      <w:r>
        <w:rPr>
          <w:rFonts w:ascii="Times New Roman" w:hAnsi="Times New Roman" w:cs="Times New Roman"/>
          <w:sz w:val="24"/>
          <w:szCs w:val="24"/>
        </w:rPr>
        <w:t>Игора Стојановића</w:t>
      </w:r>
      <w:r w:rsidRPr="00003DC3">
        <w:rPr>
          <w:rFonts w:ascii="Times New Roman" w:hAnsi="Times New Roman" w:cs="Times New Roman"/>
          <w:sz w:val="24"/>
          <w:szCs w:val="24"/>
        </w:rPr>
        <w:t xml:space="preserve"> Комисија закључује да кандидат  испуњава све услове за избор у звање истраживач-сарадник, за ужу научну област Филозофија (у области друштвено-хуманистичких наука), и предлаже Наставно-научном већу Филозофског факултета Универзитета у Београду да донесе одлуку о избору </w:t>
      </w:r>
      <w:r>
        <w:rPr>
          <w:rFonts w:ascii="Times New Roman" w:hAnsi="Times New Roman" w:cs="Times New Roman"/>
          <w:sz w:val="24"/>
          <w:szCs w:val="24"/>
        </w:rPr>
        <w:t>Игора</w:t>
      </w:r>
      <w:r w:rsidRPr="00003D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Стојановића</w:t>
      </w:r>
      <w:r w:rsidRPr="00003DC3">
        <w:rPr>
          <w:rFonts w:ascii="Times New Roman" w:hAnsi="Times New Roman" w:cs="Times New Roman"/>
          <w:sz w:val="24"/>
          <w:szCs w:val="24"/>
        </w:rPr>
        <w:t xml:space="preserve"> у звање  ИСТРАЖИВАЧ САРАДНИК.</w:t>
      </w:r>
    </w:p>
    <w:p w:rsidR="005A578D" w:rsidRDefault="005A578D" w:rsidP="00003D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578D" w:rsidRDefault="005A578D" w:rsidP="00F13C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Београд, 1. марта 2021. </w:t>
      </w:r>
    </w:p>
    <w:p w:rsidR="005A578D" w:rsidRDefault="005A578D" w:rsidP="00003D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578D" w:rsidRPr="00003DC3" w:rsidRDefault="005A578D" w:rsidP="00003DC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Комисија</w:t>
      </w:r>
      <w:r w:rsidRPr="00003DC3">
        <w:rPr>
          <w:rFonts w:ascii="Times New Roman" w:hAnsi="Times New Roman" w:cs="Times New Roman"/>
          <w:sz w:val="24"/>
          <w:szCs w:val="24"/>
        </w:rPr>
        <w:t>:</w:t>
      </w:r>
    </w:p>
    <w:p w:rsidR="005A578D" w:rsidRDefault="005A578D" w:rsidP="00003DC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A578D" w:rsidRDefault="005A578D" w:rsidP="00003DC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A578D" w:rsidRDefault="005A578D" w:rsidP="00003DC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Др Ненад Цекић, редовни професор   </w:t>
      </w:r>
    </w:p>
    <w:p w:rsidR="005A578D" w:rsidRDefault="005A578D" w:rsidP="00003DC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A578D" w:rsidRDefault="005A578D" w:rsidP="00003DC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A578D" w:rsidRDefault="005A578D" w:rsidP="00003DC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A578D" w:rsidRDefault="005A578D" w:rsidP="00003DC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 Јован Бабић, редовни професор</w:t>
      </w:r>
    </w:p>
    <w:p w:rsidR="005A578D" w:rsidRDefault="005A578D" w:rsidP="00003DC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A578D" w:rsidRDefault="005A578D" w:rsidP="00003DC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A578D" w:rsidRDefault="005A578D" w:rsidP="00003DC3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A578D" w:rsidRPr="00003DC3" w:rsidRDefault="005A578D" w:rsidP="00003DC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Др Александар Добријевић, доцент                     </w:t>
      </w:r>
    </w:p>
    <w:sectPr w:rsidR="005A578D" w:rsidRPr="00003DC3" w:rsidSect="00790D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__Grammarly_42____i" w:val="H4sIAAAAAAAEAKtWckksSQxILCpxzi/NK1GyMqwFAAEhoTITAAAA"/>
    <w:docVar w:name="__Grammarly_42___1" w:val="H4sIAAAAAAAEAKtWcslP9kxRslIyNDYytTQwNDE0MDGwMDYwMjRS0lEKTi0uzszPAykwrAUARqVFmSwAAAA="/>
  </w:docVars>
  <w:rsids>
    <w:rsidRoot w:val="00797F59"/>
    <w:rsid w:val="00003DC3"/>
    <w:rsid w:val="000D5F8A"/>
    <w:rsid w:val="002065CC"/>
    <w:rsid w:val="002A0D66"/>
    <w:rsid w:val="0038607F"/>
    <w:rsid w:val="003B3CE7"/>
    <w:rsid w:val="00557C9C"/>
    <w:rsid w:val="005A578D"/>
    <w:rsid w:val="006B6AC8"/>
    <w:rsid w:val="00790D2D"/>
    <w:rsid w:val="00797F59"/>
    <w:rsid w:val="00875479"/>
    <w:rsid w:val="00964169"/>
    <w:rsid w:val="00964DBE"/>
    <w:rsid w:val="00A36774"/>
    <w:rsid w:val="00AD09DC"/>
    <w:rsid w:val="00B103FE"/>
    <w:rsid w:val="00BF1372"/>
    <w:rsid w:val="00DA63FC"/>
    <w:rsid w:val="00E2179E"/>
    <w:rsid w:val="00F13C4A"/>
    <w:rsid w:val="00F77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D2D"/>
    <w:pPr>
      <w:spacing w:after="160" w:line="259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517</Words>
  <Characters>2950</Characters>
  <Application>Microsoft Office Outlook</Application>
  <DocSecurity>0</DocSecurity>
  <Lines>0</Lines>
  <Paragraphs>0</Paragraphs>
  <ScaleCrop>false</ScaleCrop>
  <Company>FFBG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 веће Филозофског факултета Универзитета у Београду на седници одржаној 19</dc:title>
  <dc:subject/>
  <dc:creator>Igor Stojanovic</dc:creator>
  <cp:keywords/>
  <dc:description/>
  <cp:lastModifiedBy>Sneza Nikolic</cp:lastModifiedBy>
  <cp:revision>2</cp:revision>
  <dcterms:created xsi:type="dcterms:W3CDTF">2021-03-01T12:14:00Z</dcterms:created>
  <dcterms:modified xsi:type="dcterms:W3CDTF">2021-03-01T12:14:00Z</dcterms:modified>
</cp:coreProperties>
</file>