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CEA" w:rsidRDefault="00BE5CEA" w:rsidP="00EB6AB4">
      <w:pPr>
        <w:jc w:val="center"/>
        <w:outlineLvl w:val="0"/>
      </w:pPr>
      <w:r>
        <w:rPr>
          <w:lang w:val="sr-Latn-CS"/>
        </w:rPr>
        <w:t xml:space="preserve">ПРЕДЛОГ </w:t>
      </w:r>
      <w:r>
        <w:t xml:space="preserve">ДНЕВНОГ РЕДА </w:t>
      </w:r>
    </w:p>
    <w:p w:rsidR="00BE5CEA" w:rsidRDefault="00BE5CEA" w:rsidP="00EB6AB4">
      <w:pPr>
        <w:jc w:val="center"/>
        <w:outlineLvl w:val="0"/>
      </w:pPr>
    </w:p>
    <w:p w:rsidR="00BE5CEA" w:rsidRDefault="00BE5CEA" w:rsidP="00EB6AB4">
      <w:pPr>
        <w:jc w:val="center"/>
        <w:outlineLvl w:val="0"/>
      </w:pPr>
    </w:p>
    <w:p w:rsidR="00BE5CEA" w:rsidRDefault="00BE5CEA" w:rsidP="00EB6AB4">
      <w:pPr>
        <w:jc w:val="center"/>
        <w:outlineLvl w:val="0"/>
      </w:pPr>
    </w:p>
    <w:p w:rsidR="00BE5CEA" w:rsidRDefault="00BE5CEA" w:rsidP="00EB6AB4">
      <w:pPr>
        <w:tabs>
          <w:tab w:val="left" w:pos="4005"/>
        </w:tabs>
      </w:pPr>
    </w:p>
    <w:p w:rsidR="00BE5CEA" w:rsidRDefault="00BE5CEA" w:rsidP="00EB6AB4">
      <w:pPr>
        <w:tabs>
          <w:tab w:val="center" w:pos="4677"/>
          <w:tab w:val="left" w:pos="8175"/>
        </w:tabs>
        <w:jc w:val="center"/>
        <w:outlineLvl w:val="0"/>
      </w:pPr>
      <w:r>
        <w:rPr>
          <w:lang w:val="sr-Latn-CS"/>
        </w:rPr>
        <w:t>VI</w:t>
      </w:r>
      <w:r>
        <w:t xml:space="preserve"> ВАНРЕДНЕ СЕДНИЦЕ НАСТАВНО-НАУЧНОГ ВЕЋА</w:t>
      </w:r>
    </w:p>
    <w:p w:rsidR="00BE5CEA" w:rsidRDefault="00BE5CEA" w:rsidP="00EB6AB4">
      <w:pPr>
        <w:tabs>
          <w:tab w:val="center" w:pos="4677"/>
          <w:tab w:val="left" w:pos="8175"/>
        </w:tabs>
        <w:jc w:val="center"/>
        <w:outlineLvl w:val="0"/>
      </w:pPr>
      <w:r>
        <w:t>ФИЛОЗОФСКОГ ФАКУЛТЕТА У БЕОГРАДУ</w:t>
      </w:r>
    </w:p>
    <w:p w:rsidR="00BE5CEA" w:rsidRDefault="00BE5CEA" w:rsidP="00EB6AB4">
      <w:pPr>
        <w:tabs>
          <w:tab w:val="center" w:pos="4677"/>
          <w:tab w:val="left" w:pos="8175"/>
        </w:tabs>
        <w:jc w:val="center"/>
        <w:outlineLvl w:val="0"/>
      </w:pPr>
      <w:r>
        <w:t>КОЈ</w:t>
      </w:r>
      <w:r>
        <w:rPr>
          <w:lang w:val="sr-Latn-CS"/>
        </w:rPr>
        <w:t>A</w:t>
      </w:r>
      <w:r>
        <w:t xml:space="preserve"> ЈЕ ЗАКАЗАН</w:t>
      </w:r>
      <w:r>
        <w:rPr>
          <w:lang w:val="sr-Latn-CS"/>
        </w:rPr>
        <w:t>A</w:t>
      </w:r>
      <w:r>
        <w:t xml:space="preserve"> ЗА</w:t>
      </w:r>
      <w:r>
        <w:rPr>
          <w:lang w:val="sr-Latn-CS"/>
        </w:rPr>
        <w:t xml:space="preserve"> </w:t>
      </w:r>
      <w:r>
        <w:t>24</w:t>
      </w:r>
      <w:r>
        <w:rPr>
          <w:lang w:val="sr-Latn-CS"/>
        </w:rPr>
        <w:t xml:space="preserve">.05.2018. </w:t>
      </w:r>
      <w:r>
        <w:t>ГОДИНЕ</w:t>
      </w:r>
    </w:p>
    <w:p w:rsidR="00BE5CEA" w:rsidRDefault="00BE5CEA" w:rsidP="00EB6AB4">
      <w:pPr>
        <w:tabs>
          <w:tab w:val="center" w:pos="4677"/>
          <w:tab w:val="left" w:pos="8175"/>
        </w:tabs>
        <w:jc w:val="center"/>
        <w:outlineLvl w:val="0"/>
      </w:pPr>
    </w:p>
    <w:p w:rsidR="00BE5CEA" w:rsidRDefault="00BE5CEA" w:rsidP="00EB6AB4">
      <w:pPr>
        <w:tabs>
          <w:tab w:val="center" w:pos="4677"/>
          <w:tab w:val="left" w:pos="8175"/>
        </w:tabs>
        <w:jc w:val="center"/>
        <w:outlineLvl w:val="0"/>
      </w:pPr>
    </w:p>
    <w:p w:rsidR="00BE5CEA" w:rsidRDefault="00BE5CEA" w:rsidP="00EB6AB4">
      <w:pPr>
        <w:tabs>
          <w:tab w:val="center" w:pos="4677"/>
          <w:tab w:val="left" w:pos="8175"/>
        </w:tabs>
        <w:jc w:val="center"/>
        <w:outlineLvl w:val="0"/>
      </w:pPr>
    </w:p>
    <w:p w:rsidR="00BE5CEA" w:rsidRDefault="00BE5CEA" w:rsidP="00EB6AB4">
      <w:pPr>
        <w:tabs>
          <w:tab w:val="center" w:pos="4677"/>
          <w:tab w:val="left" w:pos="8175"/>
        </w:tabs>
        <w:jc w:val="center"/>
        <w:outlineLvl w:val="0"/>
      </w:pPr>
    </w:p>
    <w:p w:rsidR="00BE5CEA" w:rsidRPr="00B22143" w:rsidRDefault="00BE5CEA" w:rsidP="00EB6AB4">
      <w:pPr>
        <w:tabs>
          <w:tab w:val="left" w:pos="1950"/>
        </w:tabs>
        <w:jc w:val="both"/>
      </w:pPr>
    </w:p>
    <w:p w:rsidR="00BE5CEA" w:rsidRDefault="00BE5CEA" w:rsidP="00EB6AB4">
      <w:pPr>
        <w:tabs>
          <w:tab w:val="left" w:pos="1950"/>
        </w:tabs>
        <w:jc w:val="both"/>
      </w:pPr>
    </w:p>
    <w:p w:rsidR="00BE5CEA" w:rsidRDefault="00BE5CEA" w:rsidP="00EB6AB4">
      <w:pPr>
        <w:jc w:val="both"/>
      </w:pPr>
      <w:r>
        <w:t>I</w:t>
      </w:r>
      <w:r>
        <w:tab/>
        <w:t>УТВРЂИВАЊЕ ДНЕВНОГ РЕДА</w:t>
      </w:r>
    </w:p>
    <w:p w:rsidR="00BE5CEA" w:rsidRPr="00B22143" w:rsidRDefault="00BE5CEA" w:rsidP="00EB6AB4">
      <w:pPr>
        <w:jc w:val="both"/>
      </w:pPr>
    </w:p>
    <w:p w:rsidR="00BE5CEA" w:rsidRDefault="00BE5CEA" w:rsidP="00EB6AB4">
      <w:pPr>
        <w:jc w:val="both"/>
      </w:pPr>
    </w:p>
    <w:p w:rsidR="00BE5CEA" w:rsidRDefault="00BE5CEA" w:rsidP="00EB6AB4">
      <w:pPr>
        <w:jc w:val="both"/>
      </w:pPr>
      <w:r>
        <w:t>II</w:t>
      </w:r>
      <w:r>
        <w:tab/>
        <w:t>УТВРЂИВАЊЕ ПРЕДЛОГА ОДЛУКЕ О ИЗБОРУ ДЕКАНА ФАКУЛТЕТА ЗА</w:t>
      </w:r>
    </w:p>
    <w:p w:rsidR="00BE5CEA" w:rsidRDefault="00BE5CEA" w:rsidP="00EB6AB4">
      <w:pPr>
        <w:jc w:val="both"/>
      </w:pPr>
      <w:r>
        <w:t xml:space="preserve">            МАНДАТНИ ПЕРИОД ОД ТРИ ШКОЛСКЕ ГОДИНЕ</w:t>
      </w:r>
    </w:p>
    <w:p w:rsidR="00BE5CEA" w:rsidRPr="00B22143" w:rsidRDefault="00BE5CEA" w:rsidP="00B22143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hyperlink r:id="rId5" w:history="1">
        <w:r w:rsidRPr="00632B9D">
          <w:rPr>
            <w:rStyle w:val="Hyperlink"/>
            <w:rFonts w:ascii="Times New Roman" w:hAnsi="Times New Roman" w:cs="Times New Roman"/>
          </w:rPr>
          <w:t>Извештај Кандидационе комисије</w:t>
        </w:r>
      </w:hyperlink>
      <w:r w:rsidRPr="00B22143">
        <w:rPr>
          <w:rFonts w:ascii="Times New Roman" w:hAnsi="Times New Roman" w:cs="Times New Roman"/>
        </w:rPr>
        <w:t>, број 707/1, од 21.05.2018. године</w:t>
      </w:r>
    </w:p>
    <w:p w:rsidR="00BE5CEA" w:rsidRDefault="00BE5CEA" w:rsidP="00EB6AB4">
      <w:pPr>
        <w:jc w:val="both"/>
      </w:pPr>
    </w:p>
    <w:p w:rsidR="00BE5CEA" w:rsidRPr="007F224B" w:rsidRDefault="00BE5CEA">
      <w:bookmarkStart w:id="0" w:name="_GoBack"/>
      <w:bookmarkEnd w:id="0"/>
    </w:p>
    <w:sectPr w:rsidR="00BE5CEA" w:rsidRPr="007F224B" w:rsidSect="005A6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40EF3"/>
    <w:multiLevelType w:val="hybridMultilevel"/>
    <w:tmpl w:val="6316BC5C"/>
    <w:lvl w:ilvl="0" w:tplc="27D46BC2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>
    <w:nsid w:val="41702DFC"/>
    <w:multiLevelType w:val="hybridMultilevel"/>
    <w:tmpl w:val="C980C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2A84DD1"/>
    <w:multiLevelType w:val="hybridMultilevel"/>
    <w:tmpl w:val="41000106"/>
    <w:lvl w:ilvl="0" w:tplc="42A05C60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E19"/>
    <w:rsid w:val="00041E5C"/>
    <w:rsid w:val="000B2862"/>
    <w:rsid w:val="000C3A62"/>
    <w:rsid w:val="00101861"/>
    <w:rsid w:val="001D3A06"/>
    <w:rsid w:val="00247B9F"/>
    <w:rsid w:val="00293FF7"/>
    <w:rsid w:val="002E6FB8"/>
    <w:rsid w:val="002E765F"/>
    <w:rsid w:val="00316B19"/>
    <w:rsid w:val="005A6B43"/>
    <w:rsid w:val="005B408E"/>
    <w:rsid w:val="005C737B"/>
    <w:rsid w:val="00602835"/>
    <w:rsid w:val="00632B9D"/>
    <w:rsid w:val="006F494B"/>
    <w:rsid w:val="00737445"/>
    <w:rsid w:val="0074531C"/>
    <w:rsid w:val="00765912"/>
    <w:rsid w:val="007F224B"/>
    <w:rsid w:val="00801391"/>
    <w:rsid w:val="0084103C"/>
    <w:rsid w:val="008D61B9"/>
    <w:rsid w:val="00905832"/>
    <w:rsid w:val="00923E17"/>
    <w:rsid w:val="00975641"/>
    <w:rsid w:val="009C2B72"/>
    <w:rsid w:val="00A50B35"/>
    <w:rsid w:val="00A8033D"/>
    <w:rsid w:val="00B21748"/>
    <w:rsid w:val="00B22143"/>
    <w:rsid w:val="00B37459"/>
    <w:rsid w:val="00BB6039"/>
    <w:rsid w:val="00BE5CEA"/>
    <w:rsid w:val="00C958B5"/>
    <w:rsid w:val="00CF1D99"/>
    <w:rsid w:val="00D21494"/>
    <w:rsid w:val="00D2760F"/>
    <w:rsid w:val="00E63F1C"/>
    <w:rsid w:val="00EB6AB4"/>
    <w:rsid w:val="00F73E19"/>
    <w:rsid w:val="00FA32FB"/>
    <w:rsid w:val="00FC0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B9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247B9F"/>
    <w:pPr>
      <w:tabs>
        <w:tab w:val="left" w:pos="1496"/>
      </w:tabs>
      <w:jc w:val="both"/>
    </w:pPr>
    <w:rPr>
      <w:sz w:val="26"/>
      <w:szCs w:val="26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47B9F"/>
    <w:rPr>
      <w:rFonts w:ascii="Times New Roman" w:hAnsi="Times New Roman" w:cs="Times New Roman"/>
      <w:sz w:val="26"/>
      <w:szCs w:val="26"/>
      <w:lang w:val="sr-Cyrl-CS"/>
    </w:rPr>
  </w:style>
  <w:style w:type="paragraph" w:styleId="ListParagraph">
    <w:name w:val="List Paragraph"/>
    <w:basedOn w:val="Normal"/>
    <w:uiPriority w:val="99"/>
    <w:qFormat/>
    <w:rsid w:val="0076591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sr-Latn-CS"/>
    </w:rPr>
  </w:style>
  <w:style w:type="paragraph" w:styleId="NoSpacing">
    <w:name w:val="No Spacing"/>
    <w:uiPriority w:val="99"/>
    <w:qFormat/>
    <w:rsid w:val="00A50B3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632B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65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Izvestaj_Kandidacione_komisije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1</Pages>
  <Words>60</Words>
  <Characters>343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Jasmina Ilic</cp:lastModifiedBy>
  <cp:revision>9</cp:revision>
  <cp:lastPrinted>2018-05-21T11:17:00Z</cp:lastPrinted>
  <dcterms:created xsi:type="dcterms:W3CDTF">2018-05-18T08:37:00Z</dcterms:created>
  <dcterms:modified xsi:type="dcterms:W3CDTF">2018-05-21T13:24:00Z</dcterms:modified>
</cp:coreProperties>
</file>