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3EE" w:rsidRPr="006B487B" w:rsidRDefault="00C063EE" w:rsidP="006B487B">
      <w:pPr>
        <w:jc w:val="both"/>
        <w:rPr>
          <w:sz w:val="24"/>
          <w:szCs w:val="24"/>
          <w:lang w:val="sr-Cyrl-CS"/>
        </w:rPr>
      </w:pPr>
      <w:r w:rsidRPr="005477E9">
        <w:rPr>
          <w:sz w:val="24"/>
          <w:szCs w:val="24"/>
          <w:lang w:val="sr-Cyrl-CS"/>
        </w:rPr>
        <w:t xml:space="preserve">Одлуком Наставно научног већа Филозофског факултета од </w:t>
      </w:r>
      <w:r>
        <w:rPr>
          <w:sz w:val="24"/>
          <w:szCs w:val="24"/>
          <w:lang w:val="sr-Cyrl-CS"/>
        </w:rPr>
        <w:t>26</w:t>
      </w:r>
      <w:r w:rsidRPr="005477E9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10</w:t>
      </w:r>
      <w:r w:rsidRPr="005477E9">
        <w:rPr>
          <w:sz w:val="24"/>
          <w:szCs w:val="24"/>
          <w:lang w:val="sr-Cyrl-CS"/>
        </w:rPr>
        <w:t>.2017.</w:t>
      </w:r>
      <w:r>
        <w:rPr>
          <w:sz w:val="24"/>
          <w:szCs w:val="24"/>
          <w:lang w:val="sr-Cyrl-CS"/>
        </w:rPr>
        <w:t xml:space="preserve"> године</w:t>
      </w:r>
      <w:r w:rsidRPr="006B487B">
        <w:rPr>
          <w:sz w:val="24"/>
          <w:szCs w:val="24"/>
          <w:lang w:val="sr-Cyrl-CS"/>
        </w:rPr>
        <w:t xml:space="preserve"> именовани смо  за чланове Комисије за утврђивање испуњености услова за избор Дуње Полети, дипломираног социолога, у истраживачко звање истраживач-сарадник. </w:t>
      </w:r>
      <w:r>
        <w:rPr>
          <w:sz w:val="24"/>
          <w:szCs w:val="24"/>
          <w:lang w:val="sr-Cyrl-CS"/>
        </w:rPr>
        <w:t xml:space="preserve">Сврха покретања поступка избора у звање је прикључивање пројекту Института за социолошка истраживања Филозофског факултета у наредном пројектном циклусу. </w:t>
      </w:r>
      <w:r w:rsidRPr="006B487B">
        <w:rPr>
          <w:sz w:val="24"/>
          <w:szCs w:val="24"/>
          <w:lang w:val="sr-Cyrl-CS"/>
        </w:rPr>
        <w:t>На основу увида у материјал који нам је достављен, Изборнoм већу Филозофског факултета подносимо</w:t>
      </w:r>
    </w:p>
    <w:p w:rsidR="00C063EE" w:rsidRPr="006B487B" w:rsidRDefault="00C063EE" w:rsidP="006B487B">
      <w:pPr>
        <w:jc w:val="both"/>
        <w:rPr>
          <w:sz w:val="24"/>
          <w:szCs w:val="24"/>
          <w:lang w:val="sr-Cyrl-CS"/>
        </w:rPr>
      </w:pPr>
    </w:p>
    <w:p w:rsidR="00C063EE" w:rsidRPr="006B487B" w:rsidRDefault="00C063EE" w:rsidP="006B487B">
      <w:pPr>
        <w:jc w:val="center"/>
        <w:rPr>
          <w:sz w:val="28"/>
          <w:szCs w:val="28"/>
          <w:lang w:val="sr-Cyrl-CS"/>
        </w:rPr>
      </w:pPr>
      <w:r w:rsidRPr="006B487B">
        <w:rPr>
          <w:sz w:val="28"/>
          <w:szCs w:val="28"/>
          <w:lang w:val="sr-Cyrl-CS"/>
        </w:rPr>
        <w:t>ИЗВЕШТАЈ О ИСПУЊЕНОСТИ УСЛОВА ЗА ИЗБОР ДУЊЕ ПОЛЕТИ У ЗВАЊЕ ИСТРАЖИВАЧ-САРАДНИК</w:t>
      </w:r>
    </w:p>
    <w:p w:rsidR="00C063EE" w:rsidRPr="006B487B" w:rsidRDefault="00C063EE" w:rsidP="006B487B">
      <w:pPr>
        <w:jc w:val="both"/>
        <w:rPr>
          <w:sz w:val="24"/>
          <w:szCs w:val="24"/>
          <w:lang w:val="sr-Cyrl-CS"/>
        </w:rPr>
      </w:pPr>
    </w:p>
    <w:p w:rsidR="00C063EE" w:rsidRPr="006B487B" w:rsidRDefault="00C063EE" w:rsidP="006B487B">
      <w:pPr>
        <w:jc w:val="both"/>
        <w:rPr>
          <w:b/>
          <w:bCs/>
          <w:sz w:val="24"/>
          <w:szCs w:val="24"/>
          <w:lang w:val="sr-Cyrl-CS"/>
        </w:rPr>
      </w:pPr>
      <w:r w:rsidRPr="006B487B">
        <w:rPr>
          <w:b/>
          <w:bCs/>
          <w:sz w:val="24"/>
          <w:szCs w:val="24"/>
          <w:lang w:val="sr-Cyrl-CS"/>
        </w:rPr>
        <w:t>1. БИОГРАФСКИ ПОДАЦИ</w:t>
      </w:r>
    </w:p>
    <w:p w:rsidR="00C063EE" w:rsidRPr="006B487B" w:rsidRDefault="00C063EE" w:rsidP="006B487B">
      <w:pPr>
        <w:jc w:val="both"/>
        <w:rPr>
          <w:b/>
          <w:bCs/>
          <w:sz w:val="24"/>
          <w:szCs w:val="24"/>
          <w:lang w:val="sr-Cyrl-CS"/>
        </w:rPr>
      </w:pPr>
      <w:r w:rsidRPr="006B487B">
        <w:rPr>
          <w:b/>
          <w:bCs/>
          <w:sz w:val="24"/>
          <w:szCs w:val="24"/>
          <w:lang w:val="sr-Cyrl-CS"/>
        </w:rPr>
        <w:t>А) Лични подаци</w:t>
      </w:r>
    </w:p>
    <w:p w:rsidR="00C063EE" w:rsidRPr="006B487B" w:rsidRDefault="00C063EE" w:rsidP="006B487B">
      <w:pPr>
        <w:jc w:val="both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 xml:space="preserve">Дуња Полети, дипломирани социолог рођена је 27.08.1984. у Београду. </w:t>
      </w:r>
    </w:p>
    <w:p w:rsidR="00C063EE" w:rsidRPr="006B487B" w:rsidRDefault="00C063EE" w:rsidP="006B487B">
      <w:pPr>
        <w:jc w:val="both"/>
        <w:rPr>
          <w:b/>
          <w:bCs/>
          <w:sz w:val="24"/>
          <w:szCs w:val="24"/>
          <w:lang w:val="sr-Cyrl-CS"/>
        </w:rPr>
      </w:pPr>
      <w:r w:rsidRPr="006B487B">
        <w:rPr>
          <w:b/>
          <w:bCs/>
          <w:sz w:val="24"/>
          <w:szCs w:val="24"/>
          <w:lang w:val="sr-Cyrl-CS"/>
        </w:rPr>
        <w:t>Б) Подаци о образовању</w:t>
      </w:r>
    </w:p>
    <w:p w:rsidR="00C063EE" w:rsidRPr="006B487B" w:rsidRDefault="00C063EE" w:rsidP="006B487B">
      <w:pPr>
        <w:pStyle w:val="ListParagraph"/>
        <w:ind w:left="0"/>
        <w:jc w:val="both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 xml:space="preserve">Основну школу и Х гимназију ('Михајло Пупин') завршила је у Београду као носилац „Вукове дипломе“. Школске 2003/2004. године уписала је основне академске студије на Одељењу за социологију Филозофског факултета у Београду. Дипломирала је 2010. године, уз просечну оцену  9.8, </w:t>
      </w:r>
      <w:r w:rsidRPr="006B487B">
        <w:rPr>
          <w:sz w:val="24"/>
          <w:szCs w:val="24"/>
        </w:rPr>
        <w:t>одбранивши</w:t>
      </w:r>
      <w:r w:rsidRPr="006B487B">
        <w:rPr>
          <w:sz w:val="24"/>
          <w:szCs w:val="24"/>
          <w:lang w:val="sr-Cyrl-CS"/>
        </w:rPr>
        <w:t xml:space="preserve"> дипломски рад под насловом „Ставови о европским интеграцијама – компаративно истраживање политичких елита“. Школске 2010/2011. године уписала се на докторске студије на Одељењу за социологију Филозофског факултета у Београду.</w:t>
      </w:r>
    </w:p>
    <w:p w:rsidR="00C063EE" w:rsidRPr="006B487B" w:rsidRDefault="00C063EE" w:rsidP="006B487B">
      <w:pPr>
        <w:pStyle w:val="ListParagraph"/>
        <w:ind w:left="0"/>
        <w:jc w:val="both"/>
        <w:rPr>
          <w:sz w:val="24"/>
          <w:szCs w:val="24"/>
          <w:lang w:val="sr-Cyrl-CS"/>
        </w:rPr>
      </w:pPr>
    </w:p>
    <w:p w:rsidR="00C063EE" w:rsidRPr="006B487B" w:rsidRDefault="00C063EE" w:rsidP="006B487B">
      <w:pPr>
        <w:pStyle w:val="ListParagraph"/>
        <w:ind w:left="0"/>
        <w:jc w:val="both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>Од године 2011. до данас била је стипендисткиња Министарства омладине и спорта Републике Србије. Била је и стипендисткиња „Централно-европског програма размене за универзитетске студенте“ (“Central European Exchange Program for University Studies” – CEEPUS) током похађања летње школе Универзитета у Грацу (2014. године), и школарине за најбоље студенте коју је додељивала “Eurobank EFG” (2006. године). Добитница је и награде за студента генерације на Одељењу за социологију, Филозофског факултета у Београду за 2007. годину, као и прве на</w:t>
      </w:r>
      <w:r w:rsidRPr="006B487B">
        <w:rPr>
          <w:sz w:val="24"/>
          <w:szCs w:val="24"/>
        </w:rPr>
        <w:t>г</w:t>
      </w:r>
      <w:r w:rsidRPr="006B487B">
        <w:rPr>
          <w:sz w:val="24"/>
          <w:szCs w:val="24"/>
          <w:lang w:val="sr-Cyrl-CS"/>
        </w:rPr>
        <w:t>раде за есеј на ОЕБС-овом конкурсу „Суочавање са будућношћу“ за есеј на тему „Дијалог између религијских заједница као пут ка помирењу“ (2006. године).</w:t>
      </w:r>
    </w:p>
    <w:p w:rsidR="00C063EE" w:rsidRPr="006B487B" w:rsidRDefault="00C063EE" w:rsidP="006B487B">
      <w:pPr>
        <w:pStyle w:val="ListParagraph"/>
        <w:ind w:left="0"/>
        <w:jc w:val="both"/>
        <w:rPr>
          <w:sz w:val="24"/>
          <w:szCs w:val="24"/>
          <w:lang w:val="sr-Cyrl-CS"/>
        </w:rPr>
      </w:pPr>
    </w:p>
    <w:p w:rsidR="00C063EE" w:rsidRPr="006B487B" w:rsidRDefault="00C063EE" w:rsidP="006B487B">
      <w:pPr>
        <w:pStyle w:val="ListParagraph"/>
        <w:ind w:left="0"/>
        <w:jc w:val="both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>Дуња Полети је била полазница обуке за тренере и предаваче ТОТАЛ (Фондација Фридрих Еберт), у периоду фебруар-децембар 2013. године, затим Београдске отворене школе (школске 2006/2007</w:t>
      </w:r>
      <w:r w:rsidRPr="006B487B">
        <w:rPr>
          <w:sz w:val="24"/>
          <w:szCs w:val="24"/>
        </w:rPr>
        <w:t>.</w:t>
      </w:r>
      <w:r w:rsidRPr="006B487B">
        <w:rPr>
          <w:sz w:val="24"/>
          <w:szCs w:val="24"/>
          <w:lang w:val="sr-Cyrl-CS"/>
        </w:rPr>
        <w:t xml:space="preserve"> године) и млађа сарадница у Истраживачкој станици Петница, на Семинару друштвене историје (од 2004. до 2008. године). Учествовала је и на више домаћих, али и међународних семинара: Youth Exchange „Let's be active in Europe“, у организацији Центра за ненасилни отпор, 2009. године; „European evolution: from a separate past to a united future“, European week Eindhoven, 2007. године</w:t>
      </w:r>
      <w:r w:rsidRPr="006B487B">
        <w:rPr>
          <w:sz w:val="24"/>
          <w:szCs w:val="24"/>
        </w:rPr>
        <w:t>;</w:t>
      </w:r>
      <w:r w:rsidRPr="006B487B">
        <w:rPr>
          <w:sz w:val="24"/>
          <w:szCs w:val="24"/>
          <w:lang w:val="sr-Cyrl-CS"/>
        </w:rPr>
        <w:t xml:space="preserve"> „Моћ и власт у XXI веку”, Филозофски факултет Свеучилишта у Загребу, 2004. године.</w:t>
      </w:r>
    </w:p>
    <w:p w:rsidR="00C063EE" w:rsidRPr="006B487B" w:rsidRDefault="00C063EE" w:rsidP="006B487B">
      <w:pPr>
        <w:jc w:val="both"/>
        <w:rPr>
          <w:b/>
          <w:bCs/>
          <w:sz w:val="24"/>
          <w:szCs w:val="24"/>
          <w:lang w:val="sr-Cyrl-CS"/>
        </w:rPr>
      </w:pPr>
      <w:r w:rsidRPr="006B487B">
        <w:rPr>
          <w:b/>
          <w:bCs/>
          <w:sz w:val="24"/>
          <w:szCs w:val="24"/>
          <w:lang w:val="sr-Cyrl-CS"/>
        </w:rPr>
        <w:t>В) Стручно и професионално искуство</w:t>
      </w:r>
    </w:p>
    <w:p w:rsidR="00C063EE" w:rsidRPr="006B487B" w:rsidRDefault="00C063EE" w:rsidP="006B487B">
      <w:pPr>
        <w:jc w:val="both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>Кандидаткиња Дуња Полети је рад у настави започела на Одељењу за социологију у звању демонстратора. Као демонстратор је била ангажована на курсевима: Савремене миграције и проглеми социо-еконмск</w:t>
      </w:r>
      <w:r>
        <w:rPr>
          <w:sz w:val="24"/>
          <w:szCs w:val="24"/>
        </w:rPr>
        <w:t>е интеграције</w:t>
      </w:r>
      <w:r w:rsidRPr="006B487B">
        <w:rPr>
          <w:sz w:val="24"/>
          <w:szCs w:val="24"/>
          <w:lang w:val="sr-Cyrl-CS"/>
        </w:rPr>
        <w:t xml:space="preserve"> и Савремени проблеми одрживог развоја (професор</w:t>
      </w:r>
      <w:r>
        <w:rPr>
          <w:sz w:val="24"/>
          <w:szCs w:val="24"/>
          <w:lang w:val="sr-Cyrl-CS"/>
        </w:rPr>
        <w:t>ке</w:t>
      </w:r>
      <w:r w:rsidRPr="006B487B">
        <w:rPr>
          <w:sz w:val="24"/>
          <w:szCs w:val="24"/>
          <w:lang w:val="sr-Cyrl-CS"/>
        </w:rPr>
        <w:t xml:space="preserve"> др Марија Бабовић) - школске 2013/2014. године.</w:t>
      </w:r>
      <w:r>
        <w:rPr>
          <w:sz w:val="24"/>
          <w:szCs w:val="24"/>
          <w:lang w:val="sr-Cyrl-CS"/>
        </w:rPr>
        <w:t xml:space="preserve"> Кандидаткиња је имала мировање на докторским студијама током две школске године: 2014/2015 и 2015/2016, због породиљског и родитељског одсуства.</w:t>
      </w:r>
    </w:p>
    <w:p w:rsidR="00C063EE" w:rsidRDefault="00C063EE" w:rsidP="006B487B">
      <w:pPr>
        <w:jc w:val="both"/>
        <w:rPr>
          <w:sz w:val="24"/>
          <w:szCs w:val="24"/>
          <w:lang w:val="sr-Latn-CS"/>
        </w:rPr>
      </w:pPr>
      <w:r w:rsidRPr="006B487B">
        <w:rPr>
          <w:sz w:val="24"/>
          <w:szCs w:val="24"/>
          <w:lang w:val="sr-Latn-CS"/>
        </w:rPr>
        <w:t>Кандидаткиња има богато стручно истраживачко искуство</w:t>
      </w:r>
      <w:r>
        <w:rPr>
          <w:sz w:val="24"/>
          <w:szCs w:val="24"/>
          <w:lang w:val="sr-Latn-CS"/>
        </w:rPr>
        <w:t xml:space="preserve"> и запажен почетак научн</w:t>
      </w:r>
      <w:r>
        <w:rPr>
          <w:sz w:val="24"/>
          <w:szCs w:val="24"/>
        </w:rPr>
        <w:t>ог рада</w:t>
      </w:r>
      <w:r w:rsidRPr="006B487B">
        <w:rPr>
          <w:sz w:val="24"/>
          <w:szCs w:val="24"/>
          <w:lang w:val="sr-Latn-CS"/>
        </w:rPr>
        <w:t>. Током основних студија је учествовала на различитим пројектима које су спроводили Институт за социолошка истраживања („Свакодневни живот домаћинства у Србији“, „Социо-економске стратегије домаћинства у Србији“, „Истраживање породичног живота у Србији“) и Филозофски факултет (Евалуација на Филозофском факултету, 2008. године). Као стипендисткиња Министарства просвете, науке и технолошког развоја од 2011. године прикључена је пројектима које спроводи Институт за социолошка истраживања (</w:t>
      </w:r>
      <w:r w:rsidRPr="006B487B">
        <w:rPr>
          <w:sz w:val="24"/>
          <w:szCs w:val="24"/>
          <w:lang w:val="sr-Cyrl-CS"/>
        </w:rPr>
        <w:t xml:space="preserve">главни пројекат „Изазови нове друштвене интеграције у Србији: концепти и актери” и различити потпројекти).  Такође, кандидаткиња учествује и на различитим стручним пројектима попут Темпус пројекта: „Једнак приступ за све: оснаживање социјалне димензије у циљу јачања европског простора високог образовања”, који спроводи Универзитет у Београду и пројекта „Лица и узроци маргинализације Рома у локалној средини“, који </w:t>
      </w:r>
      <w:r w:rsidRPr="006B487B">
        <w:rPr>
          <w:sz w:val="24"/>
          <w:szCs w:val="24"/>
        </w:rPr>
        <w:t xml:space="preserve">се </w:t>
      </w:r>
      <w:r w:rsidRPr="006B487B">
        <w:rPr>
          <w:sz w:val="24"/>
          <w:szCs w:val="24"/>
          <w:lang w:val="sr-Cyrl-CS"/>
        </w:rPr>
        <w:t>у сарадњи са са Центром за студије политика, Централно-европског универзитета у Будимпешти,</w:t>
      </w:r>
      <w:r w:rsidRPr="006B487B">
        <w:rPr>
          <w:sz w:val="24"/>
          <w:szCs w:val="24"/>
          <w:lang w:val="sr-Latn-CS"/>
        </w:rPr>
        <w:t xml:space="preserve"> спроводи преко Филозофског факултета. </w:t>
      </w:r>
    </w:p>
    <w:p w:rsidR="00C063EE" w:rsidRPr="00CF753C" w:rsidRDefault="00C063EE" w:rsidP="00CF753C">
      <w:pPr>
        <w:jc w:val="both"/>
        <w:rPr>
          <w:sz w:val="24"/>
          <w:szCs w:val="24"/>
          <w:lang w:val="sr-Latn-CS"/>
        </w:rPr>
      </w:pPr>
      <w:r>
        <w:rPr>
          <w:sz w:val="24"/>
          <w:szCs w:val="24"/>
        </w:rPr>
        <w:t xml:space="preserve">Кандидаткиња је добила стипендију ‘Civil Society Scholar Award’ Фонда за отворено друштво (Open Society Scholarship Program), за пројекат под надзивом: </w:t>
      </w:r>
      <w:r w:rsidRPr="00CF753C">
        <w:rPr>
          <w:color w:val="222222"/>
          <w:sz w:val="24"/>
          <w:szCs w:val="24"/>
          <w:shd w:val="clear" w:color="auto" w:fill="FFFFFF"/>
        </w:rPr>
        <w:t xml:space="preserve">“Interdependence of Gender Regimes and Migration Practices in the Case of Work Motivated Female Emigration from Serbia”, </w:t>
      </w:r>
      <w:r>
        <w:rPr>
          <w:color w:val="222222"/>
          <w:sz w:val="24"/>
          <w:szCs w:val="24"/>
          <w:shd w:val="clear" w:color="auto" w:fill="FFFFFF"/>
        </w:rPr>
        <w:t>током периода децембар</w:t>
      </w:r>
      <w:r w:rsidRPr="00CF753C">
        <w:rPr>
          <w:color w:val="222222"/>
          <w:sz w:val="24"/>
          <w:szCs w:val="24"/>
          <w:shd w:val="clear" w:color="auto" w:fill="FFFFFF"/>
        </w:rPr>
        <w:t xml:space="preserve"> 2016. - </w:t>
      </w:r>
      <w:r>
        <w:rPr>
          <w:color w:val="222222"/>
          <w:sz w:val="24"/>
          <w:szCs w:val="24"/>
          <w:shd w:val="clear" w:color="auto" w:fill="FFFFFF"/>
        </w:rPr>
        <w:t>јул</w:t>
      </w:r>
      <w:r w:rsidRPr="00CF753C">
        <w:rPr>
          <w:color w:val="222222"/>
          <w:sz w:val="24"/>
          <w:szCs w:val="24"/>
          <w:shd w:val="clear" w:color="auto" w:fill="FFFFFF"/>
        </w:rPr>
        <w:t xml:space="preserve"> 2017.</w:t>
      </w:r>
    </w:p>
    <w:p w:rsidR="00C063EE" w:rsidRPr="00CF753C" w:rsidRDefault="00C063EE" w:rsidP="006B487B">
      <w:pPr>
        <w:jc w:val="both"/>
        <w:rPr>
          <w:sz w:val="24"/>
          <w:szCs w:val="24"/>
        </w:rPr>
      </w:pPr>
    </w:p>
    <w:p w:rsidR="00C063EE" w:rsidRDefault="00C063EE" w:rsidP="006B487B">
      <w:pPr>
        <w:jc w:val="both"/>
        <w:rPr>
          <w:sz w:val="24"/>
          <w:szCs w:val="24"/>
          <w:lang w:val="sr-Latn-CS"/>
        </w:rPr>
      </w:pPr>
    </w:p>
    <w:p w:rsidR="00C063EE" w:rsidRPr="006B487B" w:rsidRDefault="00C063EE" w:rsidP="006B487B">
      <w:pPr>
        <w:jc w:val="both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 xml:space="preserve">Уз све наведено, кандидаткиња има и </w:t>
      </w:r>
      <w:r>
        <w:rPr>
          <w:sz w:val="24"/>
          <w:szCs w:val="24"/>
        </w:rPr>
        <w:t>дванаест</w:t>
      </w:r>
      <w:r w:rsidRPr="006B487B">
        <w:rPr>
          <w:sz w:val="24"/>
          <w:szCs w:val="24"/>
          <w:lang w:val="sr-Cyrl-CS"/>
        </w:rPr>
        <w:t xml:space="preserve"> објављених радова: један у часопису категорије М24, </w:t>
      </w:r>
      <w:r>
        <w:rPr>
          <w:sz w:val="24"/>
          <w:szCs w:val="24"/>
          <w:lang w:val="sr-Cyrl-CS"/>
        </w:rPr>
        <w:t>осам</w:t>
      </w:r>
      <w:r w:rsidRPr="006B487B">
        <w:rPr>
          <w:sz w:val="24"/>
          <w:szCs w:val="24"/>
          <w:lang w:val="sr-Cyrl-CS"/>
        </w:rPr>
        <w:t xml:space="preserve"> у зборницима научних и стручних радов</w:t>
      </w:r>
      <w:r>
        <w:rPr>
          <w:sz w:val="24"/>
          <w:szCs w:val="24"/>
          <w:lang w:val="sr-Cyrl-CS"/>
        </w:rPr>
        <w:t>а, један у 'Петничким свескама',</w:t>
      </w:r>
      <w:r w:rsidRPr="006B487B">
        <w:rPr>
          <w:sz w:val="24"/>
          <w:szCs w:val="24"/>
          <w:lang w:val="sr-Cyrl-CS"/>
        </w:rPr>
        <w:t xml:space="preserve"> један на веб страни ОЕБС</w:t>
      </w:r>
      <w:r>
        <w:rPr>
          <w:sz w:val="24"/>
          <w:szCs w:val="24"/>
          <w:lang w:val="sr-Cyrl-CS"/>
        </w:rPr>
        <w:t xml:space="preserve"> и један у публикацији Европског универзитета Брчко дистрикта</w:t>
      </w:r>
      <w:r w:rsidRPr="006B487B">
        <w:rPr>
          <w:sz w:val="24"/>
          <w:szCs w:val="24"/>
          <w:lang w:val="sr-Cyrl-CS"/>
        </w:rPr>
        <w:t>.</w:t>
      </w:r>
    </w:p>
    <w:p w:rsidR="00C063EE" w:rsidRPr="006B487B" w:rsidRDefault="00C063EE" w:rsidP="006B487B">
      <w:pPr>
        <w:jc w:val="both"/>
        <w:rPr>
          <w:sz w:val="24"/>
          <w:szCs w:val="24"/>
          <w:lang w:val="sr-Cyrl-CS"/>
        </w:rPr>
      </w:pPr>
    </w:p>
    <w:p w:rsidR="00C063EE" w:rsidRPr="006B487B" w:rsidRDefault="00C063EE" w:rsidP="006B487B">
      <w:pPr>
        <w:jc w:val="both"/>
        <w:rPr>
          <w:b/>
          <w:bCs/>
          <w:sz w:val="24"/>
          <w:szCs w:val="24"/>
          <w:lang w:val="sr-Cyrl-CS"/>
        </w:rPr>
      </w:pPr>
      <w:r w:rsidRPr="006B487B">
        <w:rPr>
          <w:b/>
          <w:bCs/>
          <w:sz w:val="24"/>
          <w:szCs w:val="24"/>
          <w:lang w:val="sr-Cyrl-CS"/>
        </w:rPr>
        <w:t>2. ПРЕГЛЕД И МИШЉЕЊЕ О ДОСАДАШЊЕМ НАУЧНОМ И СТРУЧНОМ РАДУ</w:t>
      </w:r>
    </w:p>
    <w:p w:rsidR="00C063EE" w:rsidRPr="006B487B" w:rsidRDefault="00C063EE" w:rsidP="006B487B">
      <w:pPr>
        <w:jc w:val="both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>Научни рад кандидаткиње Дуње Полети је до 2014. године вреднован на основу њених образовних постигнућа током основних и докторских студија осведочених наградама и стипендијама, ангажмана у настави и радова објављених у престижним домаћим часописима и зборницима.  Ова комисија њено залагање оцењује као натпросечно.</w:t>
      </w:r>
    </w:p>
    <w:p w:rsidR="00C063EE" w:rsidRPr="006B487B" w:rsidRDefault="00C063EE" w:rsidP="006B487B">
      <w:pPr>
        <w:jc w:val="both"/>
        <w:rPr>
          <w:sz w:val="24"/>
          <w:szCs w:val="24"/>
          <w:lang w:val="sr-Cyrl-CS"/>
        </w:rPr>
      </w:pPr>
    </w:p>
    <w:p w:rsidR="00C063EE" w:rsidRPr="006B487B" w:rsidRDefault="00C063EE" w:rsidP="006B487B">
      <w:pPr>
        <w:spacing w:after="0"/>
        <w:jc w:val="both"/>
        <w:rPr>
          <w:b/>
          <w:bCs/>
          <w:sz w:val="24"/>
          <w:szCs w:val="24"/>
          <w:lang w:val="sr-Cyrl-CS"/>
        </w:rPr>
      </w:pPr>
      <w:r w:rsidRPr="006B487B">
        <w:rPr>
          <w:b/>
          <w:bCs/>
          <w:sz w:val="24"/>
          <w:szCs w:val="24"/>
          <w:lang w:val="sr-Cyrl-CS"/>
        </w:rPr>
        <w:t>3. МИШЉЕЊЕ О ИСПУЊЕНОСТИ УСЛОВА ЗА ИЗБОР И ПРЕДЛОГ</w:t>
      </w:r>
    </w:p>
    <w:p w:rsidR="00C063EE" w:rsidRPr="006B487B" w:rsidRDefault="00C063EE" w:rsidP="006B487B">
      <w:pPr>
        <w:spacing w:after="0"/>
        <w:jc w:val="both"/>
        <w:rPr>
          <w:b/>
          <w:bCs/>
          <w:sz w:val="24"/>
          <w:szCs w:val="24"/>
          <w:lang w:val="sr-Cyrl-CS"/>
        </w:rPr>
      </w:pPr>
    </w:p>
    <w:p w:rsidR="00C063EE" w:rsidRPr="006B487B" w:rsidRDefault="00C063EE" w:rsidP="006B487B">
      <w:pPr>
        <w:spacing w:after="0"/>
        <w:jc w:val="both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 xml:space="preserve">Анализом достављеног материјала Комисија закључује да кандидаткиња Дуња Полети испуњава све неопходне услове предвиђене Законом о научноистраживачком раду за избор у звање истраживач-сарадник. Из тог разлога, чланови Комисије једногласно и са задовољством предлажу Изборном већу Филозофског факултета у Београду да кандидаткињу Дуњу Полети изабере у научно звање Истраживач-сарадник. </w:t>
      </w:r>
    </w:p>
    <w:p w:rsidR="00C063EE" w:rsidRPr="006B487B" w:rsidRDefault="00C063EE" w:rsidP="006B487B">
      <w:pPr>
        <w:spacing w:after="0"/>
        <w:jc w:val="both"/>
        <w:rPr>
          <w:sz w:val="24"/>
          <w:szCs w:val="24"/>
          <w:lang w:val="sr-Cyrl-CS"/>
        </w:rPr>
      </w:pPr>
    </w:p>
    <w:p w:rsidR="00C063EE" w:rsidRPr="006B487B" w:rsidRDefault="00C063EE" w:rsidP="006B487B">
      <w:pPr>
        <w:spacing w:after="0"/>
        <w:jc w:val="both"/>
        <w:rPr>
          <w:sz w:val="24"/>
          <w:szCs w:val="24"/>
          <w:lang w:val="sr-Cyrl-CS"/>
        </w:rPr>
      </w:pPr>
    </w:p>
    <w:p w:rsidR="00C063EE" w:rsidRPr="006B487B" w:rsidRDefault="00C063EE" w:rsidP="006B487B">
      <w:pPr>
        <w:spacing w:after="0"/>
        <w:jc w:val="both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 xml:space="preserve">У Београду, </w:t>
      </w:r>
      <w:r>
        <w:rPr>
          <w:sz w:val="24"/>
          <w:szCs w:val="24"/>
          <w:lang w:val="sr-Cyrl-CS"/>
        </w:rPr>
        <w:t>06</w:t>
      </w:r>
      <w:r w:rsidRPr="006B487B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11</w:t>
      </w:r>
      <w:r w:rsidRPr="006B487B">
        <w:rPr>
          <w:sz w:val="24"/>
          <w:szCs w:val="24"/>
          <w:lang w:val="sr-Cyrl-CS"/>
        </w:rPr>
        <w:t>.201</w:t>
      </w:r>
      <w:r>
        <w:rPr>
          <w:sz w:val="24"/>
          <w:szCs w:val="24"/>
          <w:lang w:val="sr-Cyrl-CS"/>
        </w:rPr>
        <w:t>7</w:t>
      </w:r>
      <w:r w:rsidRPr="006B487B">
        <w:rPr>
          <w:sz w:val="24"/>
          <w:szCs w:val="24"/>
          <w:lang w:val="sr-Cyrl-CS"/>
        </w:rPr>
        <w:t>.</w:t>
      </w:r>
    </w:p>
    <w:p w:rsidR="00C063EE" w:rsidRPr="006B487B" w:rsidRDefault="00C063EE" w:rsidP="006B487B">
      <w:pPr>
        <w:jc w:val="both"/>
        <w:rPr>
          <w:sz w:val="24"/>
          <w:szCs w:val="24"/>
          <w:lang w:val="sr-Cyrl-CS"/>
        </w:rPr>
      </w:pPr>
    </w:p>
    <w:p w:rsidR="00C063EE" w:rsidRPr="006B487B" w:rsidRDefault="00C063EE" w:rsidP="006B487B">
      <w:pPr>
        <w:tabs>
          <w:tab w:val="left" w:pos="5103"/>
        </w:tabs>
        <w:ind w:left="3969"/>
        <w:jc w:val="right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Ч</w:t>
      </w:r>
      <w:r w:rsidRPr="006B487B">
        <w:rPr>
          <w:sz w:val="24"/>
          <w:szCs w:val="24"/>
          <w:lang w:val="sr-Cyrl-CS"/>
        </w:rPr>
        <w:t>ланови комисије:</w:t>
      </w:r>
    </w:p>
    <w:p w:rsidR="00C063EE" w:rsidRPr="006B487B" w:rsidRDefault="00C063EE" w:rsidP="006B487B">
      <w:pPr>
        <w:tabs>
          <w:tab w:val="left" w:pos="5103"/>
        </w:tabs>
        <w:ind w:left="3969"/>
        <w:jc w:val="right"/>
        <w:rPr>
          <w:sz w:val="24"/>
          <w:szCs w:val="24"/>
          <w:lang w:val="sr-Cyrl-CS"/>
        </w:rPr>
      </w:pPr>
    </w:p>
    <w:p w:rsidR="00C063EE" w:rsidRPr="006B487B" w:rsidRDefault="00C063EE" w:rsidP="00CF753C">
      <w:pPr>
        <w:tabs>
          <w:tab w:val="left" w:pos="5103"/>
        </w:tabs>
        <w:ind w:left="3969"/>
        <w:jc w:val="right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 xml:space="preserve">др </w:t>
      </w:r>
      <w:r>
        <w:rPr>
          <w:sz w:val="24"/>
          <w:szCs w:val="24"/>
          <w:lang w:val="sr-Cyrl-CS"/>
        </w:rPr>
        <w:t>Марија</w:t>
      </w:r>
      <w:r w:rsidRPr="006B487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Бабовић</w:t>
      </w:r>
      <w:r w:rsidRPr="006B487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редовна</w:t>
      </w:r>
      <w:bookmarkStart w:id="0" w:name="_GoBack"/>
      <w:bookmarkEnd w:id="0"/>
      <w:r w:rsidRPr="006B487B">
        <w:rPr>
          <w:sz w:val="24"/>
          <w:szCs w:val="24"/>
          <w:lang w:val="sr-Cyrl-CS"/>
        </w:rPr>
        <w:t xml:space="preserve"> професор</w:t>
      </w:r>
      <w:r>
        <w:rPr>
          <w:sz w:val="24"/>
          <w:szCs w:val="24"/>
          <w:lang w:val="sr-Cyrl-CS"/>
        </w:rPr>
        <w:t>ка</w:t>
      </w:r>
      <w:r w:rsidRPr="006B487B">
        <w:rPr>
          <w:sz w:val="24"/>
          <w:szCs w:val="24"/>
          <w:lang w:val="sr-Cyrl-CS"/>
        </w:rPr>
        <w:t>,</w:t>
      </w:r>
    </w:p>
    <w:p w:rsidR="00C063EE" w:rsidRPr="006B487B" w:rsidRDefault="00C063EE" w:rsidP="00CF753C">
      <w:pPr>
        <w:tabs>
          <w:tab w:val="left" w:pos="5103"/>
        </w:tabs>
        <w:ind w:left="3969"/>
        <w:jc w:val="right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>Филозофски факултет,  Београд</w:t>
      </w:r>
    </w:p>
    <w:p w:rsidR="00C063EE" w:rsidRPr="006B487B" w:rsidRDefault="00C063EE" w:rsidP="00CF753C">
      <w:pPr>
        <w:tabs>
          <w:tab w:val="left" w:pos="5103"/>
        </w:tabs>
        <w:ind w:left="3969"/>
        <w:jc w:val="right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>_____________________________</w:t>
      </w:r>
    </w:p>
    <w:p w:rsidR="00C063EE" w:rsidRDefault="00C063EE" w:rsidP="006B487B">
      <w:pPr>
        <w:tabs>
          <w:tab w:val="left" w:pos="5103"/>
        </w:tabs>
        <w:spacing w:before="120"/>
        <w:ind w:left="3969"/>
        <w:jc w:val="right"/>
        <w:rPr>
          <w:sz w:val="24"/>
          <w:szCs w:val="24"/>
          <w:lang w:val="sr-Cyrl-CS"/>
        </w:rPr>
      </w:pPr>
    </w:p>
    <w:p w:rsidR="00C063EE" w:rsidRPr="006B487B" w:rsidRDefault="00C063EE" w:rsidP="006B487B">
      <w:pPr>
        <w:tabs>
          <w:tab w:val="left" w:pos="5103"/>
        </w:tabs>
        <w:spacing w:before="120"/>
        <w:ind w:left="3969"/>
        <w:jc w:val="right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 xml:space="preserve">др Младен Лазић, редовни професор, </w:t>
      </w:r>
    </w:p>
    <w:p w:rsidR="00C063EE" w:rsidRPr="006B487B" w:rsidRDefault="00C063EE" w:rsidP="006B487B">
      <w:pPr>
        <w:tabs>
          <w:tab w:val="left" w:pos="5103"/>
        </w:tabs>
        <w:spacing w:before="120"/>
        <w:ind w:left="3969"/>
        <w:jc w:val="right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>Филозофски факултет,  Београд</w:t>
      </w:r>
    </w:p>
    <w:p w:rsidR="00C063EE" w:rsidRPr="006B487B" w:rsidRDefault="00C063EE" w:rsidP="006B487B">
      <w:pPr>
        <w:tabs>
          <w:tab w:val="left" w:pos="5103"/>
        </w:tabs>
        <w:ind w:left="3969"/>
        <w:jc w:val="right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 xml:space="preserve"> _____________________________</w:t>
      </w:r>
    </w:p>
    <w:p w:rsidR="00C063EE" w:rsidRPr="006B487B" w:rsidRDefault="00C063EE" w:rsidP="006B487B">
      <w:pPr>
        <w:tabs>
          <w:tab w:val="left" w:pos="5103"/>
        </w:tabs>
        <w:spacing w:before="120"/>
        <w:ind w:left="3969"/>
        <w:jc w:val="right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 xml:space="preserve">др Мирјана Бобић, </w:t>
      </w:r>
      <w:r>
        <w:rPr>
          <w:sz w:val="24"/>
          <w:szCs w:val="24"/>
          <w:lang w:val="sr-Cyrl-CS"/>
        </w:rPr>
        <w:t>редова</w:t>
      </w:r>
      <w:r w:rsidRPr="006B487B">
        <w:rPr>
          <w:sz w:val="24"/>
          <w:szCs w:val="24"/>
          <w:lang w:val="sr-Cyrl-CS"/>
        </w:rPr>
        <w:t>и професор</w:t>
      </w:r>
      <w:r>
        <w:rPr>
          <w:sz w:val="24"/>
          <w:szCs w:val="24"/>
          <w:lang w:val="sr-Cyrl-CS"/>
        </w:rPr>
        <w:t>ка</w:t>
      </w:r>
      <w:r w:rsidRPr="006B487B">
        <w:rPr>
          <w:sz w:val="24"/>
          <w:szCs w:val="24"/>
          <w:lang w:val="sr-Cyrl-CS"/>
        </w:rPr>
        <w:t xml:space="preserve">, </w:t>
      </w:r>
    </w:p>
    <w:p w:rsidR="00C063EE" w:rsidRPr="006B487B" w:rsidRDefault="00C063EE" w:rsidP="006B487B">
      <w:pPr>
        <w:tabs>
          <w:tab w:val="left" w:pos="5103"/>
        </w:tabs>
        <w:spacing w:before="120"/>
        <w:ind w:left="3969"/>
        <w:jc w:val="right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>Филозофски факултет,  Београд</w:t>
      </w:r>
    </w:p>
    <w:p w:rsidR="00C063EE" w:rsidRPr="006B487B" w:rsidRDefault="00C063EE" w:rsidP="006B487B">
      <w:pPr>
        <w:tabs>
          <w:tab w:val="left" w:pos="5103"/>
        </w:tabs>
        <w:ind w:left="3969"/>
        <w:jc w:val="right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 xml:space="preserve"> _____________________________</w:t>
      </w:r>
    </w:p>
    <w:p w:rsidR="00C063EE" w:rsidRPr="006B487B" w:rsidRDefault="00C063EE" w:rsidP="006B487B">
      <w:pPr>
        <w:tabs>
          <w:tab w:val="left" w:pos="5103"/>
        </w:tabs>
        <w:ind w:left="3969"/>
        <w:jc w:val="right"/>
        <w:rPr>
          <w:sz w:val="24"/>
          <w:szCs w:val="24"/>
          <w:lang w:val="sr-Cyrl-CS"/>
        </w:rPr>
      </w:pPr>
      <w:r w:rsidRPr="006B487B">
        <w:rPr>
          <w:sz w:val="24"/>
          <w:szCs w:val="24"/>
          <w:lang w:val="sr-Cyrl-CS"/>
        </w:rPr>
        <w:tab/>
      </w:r>
    </w:p>
    <w:sectPr w:rsidR="00C063EE" w:rsidRPr="006B487B" w:rsidSect="00E679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22F"/>
    <w:rsid w:val="00052383"/>
    <w:rsid w:val="0006225A"/>
    <w:rsid w:val="00077932"/>
    <w:rsid w:val="00143909"/>
    <w:rsid w:val="00294E1C"/>
    <w:rsid w:val="003740F7"/>
    <w:rsid w:val="003A21B6"/>
    <w:rsid w:val="003A3C5F"/>
    <w:rsid w:val="003C0B2D"/>
    <w:rsid w:val="003C522F"/>
    <w:rsid w:val="00494D6E"/>
    <w:rsid w:val="004A4103"/>
    <w:rsid w:val="004D19BB"/>
    <w:rsid w:val="005477E9"/>
    <w:rsid w:val="00560D39"/>
    <w:rsid w:val="005E2BA0"/>
    <w:rsid w:val="00655063"/>
    <w:rsid w:val="00670615"/>
    <w:rsid w:val="006B487B"/>
    <w:rsid w:val="006E43B8"/>
    <w:rsid w:val="007029E9"/>
    <w:rsid w:val="007526DE"/>
    <w:rsid w:val="00763090"/>
    <w:rsid w:val="007A7813"/>
    <w:rsid w:val="007A7ABD"/>
    <w:rsid w:val="007C2A29"/>
    <w:rsid w:val="007C489E"/>
    <w:rsid w:val="00807549"/>
    <w:rsid w:val="0081023C"/>
    <w:rsid w:val="00811A5C"/>
    <w:rsid w:val="00831207"/>
    <w:rsid w:val="0088600E"/>
    <w:rsid w:val="008A3CBC"/>
    <w:rsid w:val="008C3254"/>
    <w:rsid w:val="00A60EEC"/>
    <w:rsid w:val="00AA3F3C"/>
    <w:rsid w:val="00AC3BB3"/>
    <w:rsid w:val="00AC448B"/>
    <w:rsid w:val="00BB3043"/>
    <w:rsid w:val="00C04C15"/>
    <w:rsid w:val="00C063EE"/>
    <w:rsid w:val="00C44C61"/>
    <w:rsid w:val="00CC5102"/>
    <w:rsid w:val="00CF753C"/>
    <w:rsid w:val="00D11DC8"/>
    <w:rsid w:val="00D30A35"/>
    <w:rsid w:val="00D755F5"/>
    <w:rsid w:val="00E21906"/>
    <w:rsid w:val="00E54AFC"/>
    <w:rsid w:val="00E6792B"/>
    <w:rsid w:val="00EE2F36"/>
    <w:rsid w:val="00FF3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BB3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0D39"/>
    <w:pPr>
      <w:ind w:left="720"/>
    </w:pPr>
  </w:style>
  <w:style w:type="character" w:styleId="CommentReference">
    <w:name w:val="annotation reference"/>
    <w:basedOn w:val="DefaultParagraphFont"/>
    <w:uiPriority w:val="99"/>
    <w:semiHidden/>
    <w:rsid w:val="008102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102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468F"/>
    <w:rPr>
      <w:rFonts w:cs="Calibri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102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6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8102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468F"/>
    <w:rPr>
      <w:rFonts w:ascii="Times New Roman" w:hAnsi="Times New Roman"/>
      <w:sz w:val="0"/>
      <w:szCs w:val="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01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4</Pages>
  <Words>879</Words>
  <Characters>5016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Одлуком Наставно-научног већа Филозофског факултета од 26</dc:title>
  <dc:subject/>
  <dc:creator>Cvejk</dc:creator>
  <cp:keywords/>
  <dc:description/>
  <cp:lastModifiedBy>Snezana Nikolic</cp:lastModifiedBy>
  <cp:revision>2</cp:revision>
  <cp:lastPrinted>2017-10-27T08:38:00Z</cp:lastPrinted>
  <dcterms:created xsi:type="dcterms:W3CDTF">2017-11-15T11:57:00Z</dcterms:created>
  <dcterms:modified xsi:type="dcterms:W3CDTF">2017-11-15T11:57:00Z</dcterms:modified>
</cp:coreProperties>
</file>